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97D16-AFA5-4238-B5CB-7BB990816F3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